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8261D3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8261D3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8F47E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8261D3" w:rsidP="00B528AC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VZ7</w:t>
            </w:r>
            <w:r w:rsidR="00B528AC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Dodávky náhradních dílů a komponent IT</w:t>
            </w:r>
          </w:p>
        </w:tc>
      </w:tr>
      <w:tr w:rsidR="008F47EF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8F47EF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261D3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8F47EF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8261D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8F47EF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261D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8F47EF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8261D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8F47EF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8261D3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8F47EF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8261D3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8261D3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8261D3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8261D3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B634FC">
        <w:rPr>
          <w:rFonts w:ascii="Arial" w:hAnsi="Arial" w:cs="Arial"/>
          <w:sz w:val="20"/>
          <w:szCs w:val="20"/>
        </w:rPr>
        <w:t xml:space="preserve"> písm. b), c) a f)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B0881" w:rsidRPr="00B634FC" w:rsidRDefault="001B0881" w:rsidP="00B634FC">
      <w:pPr>
        <w:rPr>
          <w:rFonts w:ascii="Arial" w:hAnsi="Arial" w:cs="Arial"/>
          <w:sz w:val="20"/>
          <w:szCs w:val="20"/>
        </w:rPr>
      </w:pPr>
    </w:p>
    <w:p w:rsidR="00A004B7" w:rsidRPr="00B634FC" w:rsidRDefault="008261D3" w:rsidP="00B634FC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B528AC">
        <w:rPr>
          <w:rFonts w:ascii="Arial" w:hAnsi="Arial" w:cs="Arial"/>
          <w:sz w:val="20"/>
          <w:szCs w:val="20"/>
        </w:rPr>
        <w:t>části C</w:t>
      </w:r>
      <w:r w:rsidR="00657AF1" w:rsidRPr="00657AF1">
        <w:rPr>
          <w:rFonts w:ascii="Arial" w:hAnsi="Arial" w:cs="Arial"/>
          <w:sz w:val="20"/>
          <w:szCs w:val="20"/>
        </w:rPr>
        <w:t xml:space="preserve">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B528AC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B528AC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  <w:bookmarkStart w:id="0" w:name="_GoBack"/>
      <w:bookmarkEnd w:id="0"/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8261D3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47EF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B528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lastRenderedPageBreak/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8261D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8261D3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8261D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47EF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B528AC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8261D3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8F47EF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B528AC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8F47EF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8261D3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8261D3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B528AC" w:rsidRDefault="00B528AC" w:rsidP="00593E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Referenční zakázka č. 4:</w:t>
      </w:r>
    </w:p>
    <w:p w:rsidR="00B528AC" w:rsidRDefault="00B528AC" w:rsidP="00593E12">
      <w:pPr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528AC" w:rsidTr="0032227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B528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528AC" w:rsidTr="0032227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528AC" w:rsidTr="0032227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528AC" w:rsidTr="0032227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B528A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528AC" w:rsidTr="0032227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32227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528AC" w:rsidRDefault="00B528AC" w:rsidP="00593E12">
      <w:pPr>
        <w:rPr>
          <w:rFonts w:ascii="Arial" w:hAnsi="Arial" w:cs="Arial"/>
          <w:color w:val="FF0000"/>
          <w:sz w:val="20"/>
          <w:szCs w:val="20"/>
        </w:rPr>
      </w:pPr>
    </w:p>
    <w:p w:rsidR="00B528AC" w:rsidRDefault="00B528AC" w:rsidP="00593E12">
      <w:pPr>
        <w:rPr>
          <w:rFonts w:ascii="Arial" w:hAnsi="Arial" w:cs="Arial"/>
          <w:color w:val="FF0000"/>
          <w:sz w:val="20"/>
          <w:szCs w:val="20"/>
        </w:rPr>
      </w:pPr>
    </w:p>
    <w:p w:rsidR="00B528AC" w:rsidRDefault="00B528AC" w:rsidP="00B528AC">
      <w:pPr>
        <w:ind w:firstLine="709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5:</w:t>
      </w:r>
    </w:p>
    <w:p w:rsidR="00B528AC" w:rsidRDefault="00B528AC" w:rsidP="00593E12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lastRenderedPageBreak/>
        <w:tab/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528AC" w:rsidTr="00322274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B528A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528AC" w:rsidTr="00322274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528AC" w:rsidTr="0032227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528AC" w:rsidTr="00322274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528AC" w:rsidTr="00322274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B528AC" w:rsidRPr="00447B8F" w:rsidRDefault="00B528AC" w:rsidP="00322274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B528AC" w:rsidRPr="00447B8F" w:rsidRDefault="00B528AC" w:rsidP="00322274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528AC" w:rsidRDefault="00B528AC" w:rsidP="00593E12">
      <w:pPr>
        <w:rPr>
          <w:rFonts w:ascii="Arial" w:hAnsi="Arial" w:cs="Arial"/>
          <w:color w:val="FF0000"/>
          <w:sz w:val="20"/>
          <w:szCs w:val="20"/>
        </w:rPr>
      </w:pPr>
    </w:p>
    <w:p w:rsidR="00B528AC" w:rsidRDefault="00B528AC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8261D3" w:rsidP="00B528AC">
      <w:pPr>
        <w:jc w:val="both"/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</w:t>
      </w:r>
      <w:r w:rsidR="00B528AC">
        <w:rPr>
          <w:rFonts w:ascii="Arial" w:hAnsi="Arial" w:cs="Arial"/>
          <w:color w:val="FF0000"/>
          <w:sz w:val="20"/>
          <w:szCs w:val="20"/>
        </w:rPr>
        <w:t xml:space="preserve"> tak, aby bylo zjevné splnění stanoveného finančního limitu dle zadávací dokumentace</w:t>
      </w:r>
      <w:r w:rsidR="00BF5695">
        <w:rPr>
          <w:rFonts w:ascii="Arial" w:hAnsi="Arial" w:cs="Arial"/>
          <w:color w:val="FF0000"/>
          <w:sz w:val="20"/>
          <w:szCs w:val="20"/>
        </w:rPr>
        <w:t>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8261D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8261D3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08C" w:rsidRDefault="0049508C">
      <w:r>
        <w:separator/>
      </w:r>
    </w:p>
  </w:endnote>
  <w:endnote w:type="continuationSeparator" w:id="0">
    <w:p w:rsidR="0049508C" w:rsidRDefault="0049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8261D3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08C" w:rsidRDefault="0049508C">
      <w:r>
        <w:separator/>
      </w:r>
    </w:p>
  </w:footnote>
  <w:footnote w:type="continuationSeparator" w:id="0">
    <w:p w:rsidR="0049508C" w:rsidRDefault="00495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8261D3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7690334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D746472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DA02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FBC99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830B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2270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B6E9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0B433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4843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92EF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7E505EE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29C768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7D4FDB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8D8D4B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A4E83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9D07D2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A2AA41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4B4A22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1CEB0E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8D06C4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67E794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3CE299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758823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6C0AC7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9CABDA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D8858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9BEC7C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4743A9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1BE2FA5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6BCF7E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F774C5D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256653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DDA4CF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062AF7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0AE6CA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83E49A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DAB04F2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BD14276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C14BFB4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148455D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D6081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AE2D5A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5FC4741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EBEC435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AF16660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CAC670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1156910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F66F0C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182CD0C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914658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B9CAFE3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DE227AE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B426E0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599AC2C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44BC2B9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84F0572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488C0D4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D7A8070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E0CCA55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A59AAB5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28BADF86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A5B24E2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C6AA73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47FACFE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F8CC2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C70CB73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3D29CB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D10E8DC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E6A7EA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F74E7F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81E8AB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7CE6BD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04444F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6E9844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280E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F1490F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E3E8B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4013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F690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D6F3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1C93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A2B6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BB08940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C02A962A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DF433B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DC204AE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54D0130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C88C1D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FC923B8E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2382B9D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ED9E674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992762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0F4DF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A2481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A40B1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208EC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90698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3CCE8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B26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06D9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701448F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148EFB36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E64EF97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C6D8DA2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73D6433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EEC6C04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8786B1C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D0AA12E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A4833C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19D683E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90547FD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DB6C7EE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C8A28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23C77D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33D284B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7FA80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4066FA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6D6496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41F6FF1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7C0AF8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ED50C98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E092EC3A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11E28E5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2F2339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8D3A73F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DE96DA9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2D8E9C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4FC216F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A5623AD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378A2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2E20A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0B80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5A66F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4063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8C0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83AA4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5D90CA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92FFB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23E096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EE61B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2862F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FEA0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762C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CEC0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78B0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CF64C9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2C290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DB625C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E7A498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C18E097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68A50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95EB05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E9E279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DE4B5F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B54AA2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46EC22A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3C4EEA6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E254332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1F42ADFC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3788BD88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BC965414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FD6CC246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82A68DF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5C9E945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4F480D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7209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B041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C663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81CDE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9072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3070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94F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E6168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80D3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B26D0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548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2418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069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00F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16B4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8C6B9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986028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D427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E0D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3AC1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1EC9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DBA59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60DA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E673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F822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185624D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5B0F9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FAF2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192EA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BAA0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1051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A0867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1ADF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987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0D7EF2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ACC2C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164F0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F7603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488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B426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0C689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4E37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3762F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8D9033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2AC04D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61A89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F7AD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9223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0AD6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5A7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1EC12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70B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89366F0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43081D3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7E89E98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C7102B3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C02A9E7E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6F41D6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956CE78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9DAA23D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53F2BFF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5F92033E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B9D82B9E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2EEEF40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5B2CE4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88ADBDA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CDEC75B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ABACE84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2429EDC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C56EC46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08E820BC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2826B0B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3F0B5A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D9726A6A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DB18CEC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2116B2F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C30677F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B6AC587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B524BC2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5464F9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E38E2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CB885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9B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DB035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9253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F729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51046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58E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9508C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61D3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47EF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28AC"/>
    <w:rsid w:val="00B55194"/>
    <w:rsid w:val="00B5603A"/>
    <w:rsid w:val="00B610AE"/>
    <w:rsid w:val="00B634FC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CBA989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21</TotalTime>
  <Pages>3</Pages>
  <Words>468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Greň Jan</cp:lastModifiedBy>
  <cp:revision>6</cp:revision>
  <cp:lastPrinted>2018-04-18T10:56:00Z</cp:lastPrinted>
  <dcterms:created xsi:type="dcterms:W3CDTF">2019-06-04T09:28:00Z</dcterms:created>
  <dcterms:modified xsi:type="dcterms:W3CDTF">2021-03-11T09:46:00Z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